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D13" w:rsidRPr="00E50FFD" w:rsidRDefault="00B54D13" w:rsidP="00A23159">
      <w:pPr>
        <w:keepNext/>
        <w:jc w:val="center"/>
        <w:rPr>
          <w:b/>
          <w:bCs/>
          <w:spacing w:val="28"/>
          <w:sz w:val="22"/>
          <w:szCs w:val="22"/>
        </w:rPr>
      </w:pPr>
      <w:r w:rsidRPr="00E50FFD">
        <w:rPr>
          <w:b/>
          <w:bCs/>
          <w:spacing w:val="28"/>
          <w:sz w:val="22"/>
          <w:szCs w:val="22"/>
        </w:rPr>
        <w:t>PHỤ LỤ</w:t>
      </w:r>
      <w:r>
        <w:rPr>
          <w:b/>
          <w:bCs/>
          <w:spacing w:val="28"/>
          <w:sz w:val="22"/>
          <w:szCs w:val="22"/>
        </w:rPr>
        <w:t>C V</w:t>
      </w:r>
    </w:p>
    <w:p w:rsidR="00B54D13" w:rsidRPr="00862B4B" w:rsidRDefault="00B54D13" w:rsidP="00A23159">
      <w:pPr>
        <w:jc w:val="center"/>
        <w:rPr>
          <w:b/>
          <w:sz w:val="22"/>
          <w:szCs w:val="28"/>
        </w:rPr>
      </w:pPr>
      <w:r w:rsidRPr="00862B4B">
        <w:rPr>
          <w:b/>
          <w:sz w:val="22"/>
          <w:szCs w:val="28"/>
        </w:rPr>
        <w:t xml:space="preserve">MẪU ĐĂNG KÝ TÊN VÀ MẪU CHỮ KÝ CỦA NGƯỜI ĐƯỢC ỦY QUYỀN KÝ </w:t>
      </w:r>
    </w:p>
    <w:p w:rsidR="00B54D13" w:rsidRPr="00862B4B" w:rsidRDefault="00B54D13" w:rsidP="00A23159">
      <w:pPr>
        <w:jc w:val="center"/>
        <w:rPr>
          <w:b/>
          <w:sz w:val="22"/>
          <w:szCs w:val="28"/>
        </w:rPr>
      </w:pPr>
      <w:r w:rsidRPr="00862B4B">
        <w:rPr>
          <w:b/>
          <w:sz w:val="22"/>
          <w:szCs w:val="28"/>
        </w:rPr>
        <w:t>TRÊN HÓA ĐƠN THƯƠNG MẠI CÓ NỘI DUNG KHAI BÁO XUẤT XỨ</w:t>
      </w:r>
    </w:p>
    <w:p w:rsidR="00B54D13" w:rsidRPr="00862B4B" w:rsidRDefault="00B54D13" w:rsidP="00A23159">
      <w:pPr>
        <w:tabs>
          <w:tab w:val="left" w:pos="9120"/>
        </w:tabs>
        <w:ind w:right="312"/>
        <w:jc w:val="center"/>
        <w:rPr>
          <w:i/>
          <w:spacing w:val="-5"/>
          <w:szCs w:val="28"/>
          <w:lang w:val="vi-VN"/>
        </w:rPr>
      </w:pPr>
      <w:r w:rsidRPr="00862B4B">
        <w:rPr>
          <w:i/>
          <w:szCs w:val="28"/>
          <w:lang w:val="vi-VN"/>
        </w:rPr>
        <w:t xml:space="preserve">(Ban hành kèm theo </w:t>
      </w:r>
      <w:r w:rsidRPr="00862B4B">
        <w:rPr>
          <w:i/>
          <w:spacing w:val="-5"/>
          <w:szCs w:val="28"/>
          <w:lang w:val="vi-VN"/>
        </w:rPr>
        <w:t xml:space="preserve">Thông tư </w:t>
      </w:r>
      <w:r w:rsidRPr="00862B4B">
        <w:rPr>
          <w:i/>
          <w:spacing w:val="-5"/>
          <w:szCs w:val="28"/>
        </w:rPr>
        <w:t xml:space="preserve">số </w:t>
      </w:r>
      <w:r w:rsidRPr="00D03701">
        <w:rPr>
          <w:i/>
          <w:iCs/>
        </w:rPr>
        <w:t>28/2015/TT-BCT</w:t>
      </w:r>
      <w:r>
        <w:rPr>
          <w:i/>
          <w:iCs/>
        </w:rPr>
        <w:t xml:space="preserve"> ngày 20 tháng 8 năm 2015</w:t>
      </w:r>
      <w:r w:rsidRPr="00862B4B">
        <w:rPr>
          <w:i/>
          <w:szCs w:val="28"/>
          <w:lang w:val="vi-VN"/>
        </w:rPr>
        <w:t xml:space="preserve"> của </w:t>
      </w:r>
      <w:r>
        <w:rPr>
          <w:i/>
          <w:szCs w:val="28"/>
        </w:rPr>
        <w:t xml:space="preserve">Bộ trưởng </w:t>
      </w:r>
      <w:r w:rsidRPr="00862B4B">
        <w:rPr>
          <w:i/>
          <w:szCs w:val="28"/>
          <w:lang w:val="vi-VN"/>
        </w:rPr>
        <w:t>Bộ Công Thương)</w:t>
      </w:r>
    </w:p>
    <w:p w:rsidR="00B54D13" w:rsidRPr="00730747" w:rsidRDefault="00B54D13" w:rsidP="00A23159">
      <w:pPr>
        <w:jc w:val="center"/>
        <w:rPr>
          <w:b/>
          <w:sz w:val="28"/>
          <w:szCs w:val="28"/>
          <w:lang w:val="vi-VN"/>
        </w:rPr>
      </w:pPr>
      <w:r>
        <w:rPr>
          <w:noProof/>
          <w:lang w:eastAsia="en-US"/>
        </w:rPr>
        <w:pict>
          <v:line id="_x0000_s1026" style="position:absolute;left:0;text-align:left;z-index:251658240" from="153pt,9.9pt" to="279pt,9.9pt"/>
        </w:pict>
      </w:r>
    </w:p>
    <w:p w:rsidR="00B54D13" w:rsidRDefault="00B54D13" w:rsidP="00A23159">
      <w:pPr>
        <w:jc w:val="right"/>
        <w:rPr>
          <w:i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804"/>
        <w:gridCol w:w="6200"/>
      </w:tblGrid>
      <w:tr w:rsidR="00B54D13" w:rsidRPr="00B63B1B" w:rsidTr="00672D8D">
        <w:tc>
          <w:tcPr>
            <w:tcW w:w="2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D13" w:rsidRPr="00B63B1B" w:rsidRDefault="00B54D13" w:rsidP="00672D8D">
            <w:pPr>
              <w:spacing w:after="120"/>
              <w:jc w:val="center"/>
            </w:pPr>
            <w:r>
              <w:rPr>
                <w:noProof/>
                <w:lang w:eastAsia="en-US"/>
              </w:rPr>
              <w:pict>
                <v:line id="_x0000_s1027" style="position:absolute;left:0;text-align:left;z-index:251659264" from="33.2pt,18.8pt" to="81.2pt,18.8pt"/>
              </w:pict>
            </w:r>
            <w:r w:rsidRPr="00B63B1B">
              <w:rPr>
                <w:b/>
                <w:bCs/>
              </w:rPr>
              <w:t xml:space="preserve">TÊN THƯƠNG NHÂN </w:t>
            </w:r>
            <w:r w:rsidRPr="00B63B1B">
              <w:rPr>
                <w:b/>
                <w:bCs/>
              </w:rPr>
              <w:br/>
            </w:r>
          </w:p>
        </w:tc>
        <w:tc>
          <w:tcPr>
            <w:tcW w:w="63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D13" w:rsidRPr="00B63B1B" w:rsidRDefault="00B54D13" w:rsidP="00672D8D">
            <w:pPr>
              <w:spacing w:after="120"/>
              <w:jc w:val="center"/>
            </w:pPr>
            <w:r>
              <w:rPr>
                <w:noProof/>
                <w:lang w:eastAsia="en-US"/>
              </w:rPr>
              <w:pict>
                <v:line id="_x0000_s1028" style="position:absolute;left:0;text-align:left;z-index:251660288;mso-position-horizontal-relative:text;mso-position-vertical-relative:text" from="115.55pt,32.65pt" to="163.55pt,32.65pt"/>
              </w:pict>
            </w:r>
            <w:r w:rsidRPr="00B63B1B">
              <w:rPr>
                <w:b/>
                <w:bCs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B63B1B">
                  <w:rPr>
                    <w:b/>
                    <w:bCs/>
                  </w:rPr>
                  <w:t>NAM</w:t>
                </w:r>
              </w:smartTag>
            </w:smartTag>
            <w:r w:rsidRPr="00B63B1B">
              <w:rPr>
                <w:b/>
                <w:bCs/>
              </w:rPr>
              <w:br/>
              <w:t xml:space="preserve">Độc lập – Tự do – Hạnh phúc </w:t>
            </w:r>
            <w:r w:rsidRPr="00B63B1B">
              <w:rPr>
                <w:b/>
                <w:bCs/>
              </w:rPr>
              <w:br/>
            </w:r>
          </w:p>
        </w:tc>
      </w:tr>
      <w:tr w:rsidR="00B54D13" w:rsidRPr="00B63B1B" w:rsidTr="00672D8D">
        <w:tc>
          <w:tcPr>
            <w:tcW w:w="2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D13" w:rsidRPr="00B63B1B" w:rsidRDefault="00B54D13" w:rsidP="00672D8D">
            <w:pPr>
              <w:spacing w:after="120"/>
              <w:jc w:val="center"/>
            </w:pPr>
            <w:r w:rsidRPr="00B63B1B">
              <w:t>Số: ……</w:t>
            </w:r>
          </w:p>
        </w:tc>
        <w:tc>
          <w:tcPr>
            <w:tcW w:w="63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D13" w:rsidRPr="00B63B1B" w:rsidRDefault="00B54D13" w:rsidP="00672D8D">
            <w:pPr>
              <w:spacing w:after="120"/>
              <w:jc w:val="center"/>
            </w:pPr>
            <w:r w:rsidRPr="00B63B1B">
              <w:rPr>
                <w:iCs/>
              </w:rPr>
              <w:t>......</w:t>
            </w:r>
            <w:r w:rsidRPr="00B63B1B">
              <w:rPr>
                <w:i/>
                <w:iCs/>
              </w:rPr>
              <w:t>, ngày … tháng … năm 20…</w:t>
            </w:r>
          </w:p>
        </w:tc>
      </w:tr>
    </w:tbl>
    <w:p w:rsidR="00B54D13" w:rsidRPr="00B63B1B" w:rsidRDefault="00B54D13" w:rsidP="00A23159">
      <w:pPr>
        <w:jc w:val="right"/>
        <w:rPr>
          <w:i/>
        </w:rPr>
      </w:pPr>
    </w:p>
    <w:p w:rsidR="00B54D13" w:rsidRPr="00B63B1B" w:rsidRDefault="00B54D13" w:rsidP="00862B4B">
      <w:pPr>
        <w:jc w:val="center"/>
      </w:pPr>
      <w:r w:rsidRPr="00B63B1B">
        <w:t xml:space="preserve">Kính gửi: </w:t>
      </w:r>
      <w:r>
        <w:t xml:space="preserve">Cục Xuất nhập khẩu - </w:t>
      </w:r>
      <w:r w:rsidRPr="00B63B1B">
        <w:t>Bộ Công Thương</w:t>
      </w:r>
    </w:p>
    <w:p w:rsidR="00B54D13" w:rsidRPr="00B63B1B" w:rsidRDefault="00B54D13" w:rsidP="00862B4B">
      <w:pPr>
        <w:jc w:val="center"/>
      </w:pPr>
    </w:p>
    <w:p w:rsidR="00B54D13" w:rsidRPr="00B63B1B" w:rsidRDefault="00B54D13" w:rsidP="00862B4B">
      <w:pPr>
        <w:spacing w:after="120"/>
        <w:jc w:val="both"/>
      </w:pPr>
      <w:r w:rsidRPr="00B63B1B">
        <w:t xml:space="preserve">Tên thương nhân: ......................................................................................................... </w:t>
      </w:r>
    </w:p>
    <w:p w:rsidR="00B54D13" w:rsidRPr="00B63B1B" w:rsidRDefault="00B54D13" w:rsidP="00862B4B">
      <w:pPr>
        <w:spacing w:after="120"/>
        <w:jc w:val="both"/>
      </w:pPr>
      <w:r w:rsidRPr="00B63B1B">
        <w:t xml:space="preserve">- Địa chỉ trụ sở chính: …………. Số điện thoại: ……………. Số fax: ........................... </w:t>
      </w:r>
    </w:p>
    <w:p w:rsidR="00B54D13" w:rsidRPr="00B63B1B" w:rsidRDefault="00B54D13" w:rsidP="00862B4B">
      <w:pPr>
        <w:spacing w:after="120"/>
        <w:jc w:val="both"/>
      </w:pPr>
      <w:r w:rsidRPr="00B63B1B">
        <w:t xml:space="preserve">- Địa chỉ website </w:t>
      </w:r>
      <w:r w:rsidRPr="00B63B1B">
        <w:rPr>
          <w:i/>
          <w:iCs/>
        </w:rPr>
        <w:t>(nếu có):</w:t>
      </w:r>
      <w:r w:rsidRPr="00B63B1B">
        <w:t xml:space="preserve">................................................................................................ </w:t>
      </w:r>
    </w:p>
    <w:p w:rsidR="00B54D13" w:rsidRPr="00B63B1B" w:rsidRDefault="00B54D13" w:rsidP="00862B4B">
      <w:pPr>
        <w:spacing w:after="120"/>
        <w:jc w:val="both"/>
      </w:pPr>
      <w:r w:rsidRPr="00B63B1B">
        <w:t>- Giấy chứng nhận đăng ký kinh doanh hoặc Giấy chứng nhận đăng ký doanh nghiệp hoặc Giấy chứng nhận đầu tư số: …… do …….. (</w:t>
      </w:r>
      <w:r w:rsidRPr="00B63B1B">
        <w:rPr>
          <w:i/>
          <w:iCs/>
        </w:rPr>
        <w:t>tên cơ quan cấp</w:t>
      </w:r>
      <w:r w:rsidRPr="00B63B1B">
        <w:t xml:space="preserve">) ……… cấp ngày …. tháng ….. năm…… </w:t>
      </w:r>
    </w:p>
    <w:p w:rsidR="00B54D13" w:rsidRPr="00B63B1B" w:rsidRDefault="00B54D13" w:rsidP="00A23159">
      <w:pPr>
        <w:ind w:firstLine="720"/>
      </w:pPr>
      <w:r w:rsidRPr="00B63B1B">
        <w:t>Thương nhân đăng ký cán bộ được ủy quyền ký trên hóa đơn thương mại có nội dung khai báo xuất xứ như sau:</w:t>
      </w:r>
    </w:p>
    <w:p w:rsidR="00B54D13" w:rsidRPr="00B63B1B" w:rsidRDefault="00B54D13" w:rsidP="00A23159"/>
    <w:tbl>
      <w:tblPr>
        <w:tblW w:w="8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1562"/>
        <w:gridCol w:w="1675"/>
        <w:gridCol w:w="2206"/>
        <w:gridCol w:w="1243"/>
        <w:gridCol w:w="1727"/>
      </w:tblGrid>
      <w:tr w:rsidR="00B54D13" w:rsidRPr="00B63B1B" w:rsidTr="002643CD">
        <w:trPr>
          <w:trHeight w:val="841"/>
        </w:trPr>
        <w:tc>
          <w:tcPr>
            <w:tcW w:w="543" w:type="dxa"/>
          </w:tcPr>
          <w:p w:rsidR="00B54D13" w:rsidRPr="00B63B1B" w:rsidRDefault="00B54D13" w:rsidP="00A23C51">
            <w:pPr>
              <w:jc w:val="center"/>
            </w:pPr>
            <w:r w:rsidRPr="00B63B1B">
              <w:t>TT</w:t>
            </w:r>
          </w:p>
        </w:tc>
        <w:tc>
          <w:tcPr>
            <w:tcW w:w="1562" w:type="dxa"/>
          </w:tcPr>
          <w:p w:rsidR="00B54D13" w:rsidRPr="00B63B1B" w:rsidRDefault="00B54D13" w:rsidP="00A23C51">
            <w:pPr>
              <w:jc w:val="center"/>
            </w:pPr>
            <w:r w:rsidRPr="00B63B1B">
              <w:t>Họ và tên</w:t>
            </w:r>
          </w:p>
        </w:tc>
        <w:tc>
          <w:tcPr>
            <w:tcW w:w="1675" w:type="dxa"/>
          </w:tcPr>
          <w:p w:rsidR="00B54D13" w:rsidRPr="00B63B1B" w:rsidRDefault="00B54D13" w:rsidP="00A23C51">
            <w:pPr>
              <w:jc w:val="center"/>
            </w:pPr>
            <w:r w:rsidRPr="00B63B1B">
              <w:t>Số Chứng minh thư, ngày cấp</w:t>
            </w:r>
          </w:p>
        </w:tc>
        <w:tc>
          <w:tcPr>
            <w:tcW w:w="2206" w:type="dxa"/>
          </w:tcPr>
          <w:p w:rsidR="00B54D13" w:rsidRPr="00B63B1B" w:rsidRDefault="00B54D13" w:rsidP="00A23C51">
            <w:pPr>
              <w:jc w:val="center"/>
            </w:pPr>
            <w:r w:rsidRPr="00B63B1B">
              <w:t xml:space="preserve">Vị trí công tác </w:t>
            </w:r>
          </w:p>
          <w:p w:rsidR="00B54D13" w:rsidRPr="00B63B1B" w:rsidRDefault="00B54D13" w:rsidP="00A23C51">
            <w:pPr>
              <w:jc w:val="center"/>
            </w:pPr>
            <w:r w:rsidRPr="00B63B1B">
              <w:t>(ghi rõ chức danh, phòng chuyên môn)</w:t>
            </w:r>
          </w:p>
        </w:tc>
        <w:tc>
          <w:tcPr>
            <w:tcW w:w="1243" w:type="dxa"/>
          </w:tcPr>
          <w:p w:rsidR="00B54D13" w:rsidRPr="00B63B1B" w:rsidRDefault="00B54D13" w:rsidP="00A23C51">
            <w:pPr>
              <w:jc w:val="center"/>
            </w:pPr>
            <w:r w:rsidRPr="00B63B1B">
              <w:t>Mẫu chữ ký</w:t>
            </w:r>
          </w:p>
        </w:tc>
        <w:tc>
          <w:tcPr>
            <w:tcW w:w="1727" w:type="dxa"/>
          </w:tcPr>
          <w:p w:rsidR="00B54D13" w:rsidRPr="00B63B1B" w:rsidRDefault="00B54D13" w:rsidP="00A23C51">
            <w:pPr>
              <w:jc w:val="center"/>
            </w:pPr>
            <w:r w:rsidRPr="00B63B1B">
              <w:t xml:space="preserve">Thời hạn đăng ký </w:t>
            </w:r>
            <w:r>
              <w:t>(theo tháng hoặc năm)</w:t>
            </w:r>
          </w:p>
        </w:tc>
      </w:tr>
      <w:tr w:rsidR="00B54D13" w:rsidRPr="00B63B1B" w:rsidTr="002643CD">
        <w:trPr>
          <w:cantSplit/>
          <w:trHeight w:val="275"/>
        </w:trPr>
        <w:tc>
          <w:tcPr>
            <w:tcW w:w="543" w:type="dxa"/>
          </w:tcPr>
          <w:p w:rsidR="00B54D13" w:rsidRPr="00B63B1B" w:rsidRDefault="00B54D13" w:rsidP="00A23C51"/>
        </w:tc>
        <w:tc>
          <w:tcPr>
            <w:tcW w:w="1562" w:type="dxa"/>
          </w:tcPr>
          <w:p w:rsidR="00B54D13" w:rsidRPr="00B63B1B" w:rsidRDefault="00B54D13" w:rsidP="00A23C51"/>
        </w:tc>
        <w:tc>
          <w:tcPr>
            <w:tcW w:w="1675" w:type="dxa"/>
          </w:tcPr>
          <w:p w:rsidR="00B54D13" w:rsidRPr="00B63B1B" w:rsidRDefault="00B54D13" w:rsidP="00A23C51"/>
        </w:tc>
        <w:tc>
          <w:tcPr>
            <w:tcW w:w="2206" w:type="dxa"/>
          </w:tcPr>
          <w:p w:rsidR="00B54D13" w:rsidRPr="00B63B1B" w:rsidRDefault="00B54D13" w:rsidP="00A23C51"/>
        </w:tc>
        <w:tc>
          <w:tcPr>
            <w:tcW w:w="1243" w:type="dxa"/>
          </w:tcPr>
          <w:p w:rsidR="00B54D13" w:rsidRPr="00B63B1B" w:rsidRDefault="00B54D13" w:rsidP="00A23C51"/>
        </w:tc>
        <w:tc>
          <w:tcPr>
            <w:tcW w:w="1727" w:type="dxa"/>
          </w:tcPr>
          <w:p w:rsidR="00B54D13" w:rsidRPr="00B63B1B" w:rsidRDefault="00B54D13" w:rsidP="00A23C51"/>
        </w:tc>
      </w:tr>
      <w:tr w:rsidR="00B54D13" w:rsidRPr="00B63B1B" w:rsidTr="002643CD">
        <w:trPr>
          <w:cantSplit/>
          <w:trHeight w:val="275"/>
        </w:trPr>
        <w:tc>
          <w:tcPr>
            <w:tcW w:w="543" w:type="dxa"/>
          </w:tcPr>
          <w:p w:rsidR="00B54D13" w:rsidRPr="00B63B1B" w:rsidRDefault="00B54D13" w:rsidP="00A23C51"/>
        </w:tc>
        <w:tc>
          <w:tcPr>
            <w:tcW w:w="1562" w:type="dxa"/>
          </w:tcPr>
          <w:p w:rsidR="00B54D13" w:rsidRPr="00B63B1B" w:rsidRDefault="00B54D13" w:rsidP="00A23C51"/>
        </w:tc>
        <w:tc>
          <w:tcPr>
            <w:tcW w:w="1675" w:type="dxa"/>
          </w:tcPr>
          <w:p w:rsidR="00B54D13" w:rsidRPr="00B63B1B" w:rsidRDefault="00B54D13" w:rsidP="00A23C51"/>
        </w:tc>
        <w:tc>
          <w:tcPr>
            <w:tcW w:w="2206" w:type="dxa"/>
          </w:tcPr>
          <w:p w:rsidR="00B54D13" w:rsidRPr="00B63B1B" w:rsidRDefault="00B54D13" w:rsidP="00A23C51"/>
        </w:tc>
        <w:tc>
          <w:tcPr>
            <w:tcW w:w="1243" w:type="dxa"/>
          </w:tcPr>
          <w:p w:rsidR="00B54D13" w:rsidRPr="00B63B1B" w:rsidRDefault="00B54D13" w:rsidP="00A23C51"/>
        </w:tc>
        <w:tc>
          <w:tcPr>
            <w:tcW w:w="1727" w:type="dxa"/>
          </w:tcPr>
          <w:p w:rsidR="00B54D13" w:rsidRPr="00B63B1B" w:rsidRDefault="00B54D13" w:rsidP="00A23C51"/>
        </w:tc>
      </w:tr>
      <w:tr w:rsidR="00B54D13" w:rsidRPr="00B63B1B" w:rsidTr="002643CD">
        <w:trPr>
          <w:cantSplit/>
          <w:trHeight w:val="275"/>
        </w:trPr>
        <w:tc>
          <w:tcPr>
            <w:tcW w:w="543" w:type="dxa"/>
          </w:tcPr>
          <w:p w:rsidR="00B54D13" w:rsidRPr="00B63B1B" w:rsidRDefault="00B54D13" w:rsidP="00A23C51"/>
        </w:tc>
        <w:tc>
          <w:tcPr>
            <w:tcW w:w="1562" w:type="dxa"/>
          </w:tcPr>
          <w:p w:rsidR="00B54D13" w:rsidRPr="00B63B1B" w:rsidRDefault="00B54D13" w:rsidP="00A23C51"/>
        </w:tc>
        <w:tc>
          <w:tcPr>
            <w:tcW w:w="1675" w:type="dxa"/>
          </w:tcPr>
          <w:p w:rsidR="00B54D13" w:rsidRPr="00B63B1B" w:rsidRDefault="00B54D13" w:rsidP="00A23C51"/>
        </w:tc>
        <w:tc>
          <w:tcPr>
            <w:tcW w:w="2206" w:type="dxa"/>
          </w:tcPr>
          <w:p w:rsidR="00B54D13" w:rsidRPr="00B63B1B" w:rsidRDefault="00B54D13" w:rsidP="00A23C51"/>
        </w:tc>
        <w:tc>
          <w:tcPr>
            <w:tcW w:w="1243" w:type="dxa"/>
          </w:tcPr>
          <w:p w:rsidR="00B54D13" w:rsidRPr="00B63B1B" w:rsidRDefault="00B54D13" w:rsidP="00A23C51"/>
        </w:tc>
        <w:tc>
          <w:tcPr>
            <w:tcW w:w="1727" w:type="dxa"/>
          </w:tcPr>
          <w:p w:rsidR="00B54D13" w:rsidRPr="00B63B1B" w:rsidRDefault="00B54D13" w:rsidP="00A23C51"/>
        </w:tc>
      </w:tr>
      <w:tr w:rsidR="00B54D13" w:rsidRPr="00B63B1B" w:rsidTr="002643CD">
        <w:trPr>
          <w:cantSplit/>
          <w:trHeight w:val="290"/>
        </w:trPr>
        <w:tc>
          <w:tcPr>
            <w:tcW w:w="543" w:type="dxa"/>
          </w:tcPr>
          <w:p w:rsidR="00B54D13" w:rsidRPr="00B63B1B" w:rsidRDefault="00B54D13" w:rsidP="00A23C51"/>
        </w:tc>
        <w:tc>
          <w:tcPr>
            <w:tcW w:w="1562" w:type="dxa"/>
          </w:tcPr>
          <w:p w:rsidR="00B54D13" w:rsidRPr="00B63B1B" w:rsidRDefault="00B54D13" w:rsidP="00A23C51"/>
        </w:tc>
        <w:tc>
          <w:tcPr>
            <w:tcW w:w="1675" w:type="dxa"/>
          </w:tcPr>
          <w:p w:rsidR="00B54D13" w:rsidRPr="00B63B1B" w:rsidRDefault="00B54D13" w:rsidP="00A23C51"/>
        </w:tc>
        <w:tc>
          <w:tcPr>
            <w:tcW w:w="2206" w:type="dxa"/>
          </w:tcPr>
          <w:p w:rsidR="00B54D13" w:rsidRPr="00B63B1B" w:rsidRDefault="00B54D13" w:rsidP="00A23C51"/>
        </w:tc>
        <w:tc>
          <w:tcPr>
            <w:tcW w:w="1243" w:type="dxa"/>
          </w:tcPr>
          <w:p w:rsidR="00B54D13" w:rsidRPr="00B63B1B" w:rsidRDefault="00B54D13" w:rsidP="00A23C51"/>
        </w:tc>
        <w:tc>
          <w:tcPr>
            <w:tcW w:w="1727" w:type="dxa"/>
          </w:tcPr>
          <w:p w:rsidR="00B54D13" w:rsidRPr="00B63B1B" w:rsidRDefault="00B54D13" w:rsidP="00A23C51"/>
        </w:tc>
      </w:tr>
    </w:tbl>
    <w:p w:rsidR="00B54D13" w:rsidRPr="00B63B1B" w:rsidRDefault="00B54D13" w:rsidP="00A23159"/>
    <w:p w:rsidR="00B54D13" w:rsidRPr="00B63B1B" w:rsidRDefault="00B54D13" w:rsidP="00A23159">
      <w:pPr>
        <w:ind w:firstLine="720"/>
      </w:pPr>
      <w:r w:rsidRPr="00B63B1B">
        <w:t xml:space="preserve">Thương nhân chịu mọi trách nhiệm trước pháp luật về việc đăng ký, ủy quyền này. </w:t>
      </w:r>
    </w:p>
    <w:p w:rsidR="00B54D13" w:rsidRDefault="00B54D13" w:rsidP="00A23159">
      <w:pPr>
        <w:ind w:left="4320"/>
        <w:rPr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113"/>
        <w:gridCol w:w="5891"/>
      </w:tblGrid>
      <w:tr w:rsidR="00B54D13" w:rsidRPr="00B63B1B" w:rsidTr="00672D8D">
        <w:tc>
          <w:tcPr>
            <w:tcW w:w="3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D13" w:rsidRPr="00B63B1B" w:rsidRDefault="00B54D13" w:rsidP="00672D8D">
            <w:pPr>
              <w:spacing w:after="120"/>
              <w:jc w:val="both"/>
            </w:pPr>
            <w:r w:rsidRPr="00B63B1B">
              <w:rPr>
                <w:b/>
                <w:bCs/>
              </w:rPr>
              <w:t> </w:t>
            </w:r>
          </w:p>
        </w:tc>
        <w:tc>
          <w:tcPr>
            <w:tcW w:w="60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D13" w:rsidRPr="00B63B1B" w:rsidRDefault="00B54D13" w:rsidP="00672D8D">
            <w:pPr>
              <w:spacing w:after="120"/>
              <w:jc w:val="center"/>
            </w:pPr>
            <w:r w:rsidRPr="00B63B1B">
              <w:rPr>
                <w:b/>
                <w:bCs/>
              </w:rPr>
              <w:t xml:space="preserve">Người đại diện theo pháp luật của thương nhân </w:t>
            </w:r>
            <w:r w:rsidRPr="00B63B1B">
              <w:rPr>
                <w:b/>
                <w:bCs/>
              </w:rPr>
              <w:br/>
            </w:r>
            <w:r w:rsidRPr="00B63B1B">
              <w:t>(</w:t>
            </w:r>
            <w:r w:rsidRPr="00B63B1B">
              <w:rPr>
                <w:i/>
                <w:iCs/>
              </w:rPr>
              <w:t>Ký tên, ghi rõ họ tên, chức danh và đóng dấu</w:t>
            </w:r>
            <w:r w:rsidRPr="00B63B1B">
              <w:t>)</w:t>
            </w:r>
            <w:r w:rsidRPr="00B63B1B">
              <w:rPr>
                <w:b/>
                <w:bCs/>
              </w:rPr>
              <w:t xml:space="preserve"> </w:t>
            </w:r>
          </w:p>
        </w:tc>
      </w:tr>
    </w:tbl>
    <w:p w:rsidR="00B54D13" w:rsidRDefault="00B54D13"/>
    <w:sectPr w:rsidR="00B54D13" w:rsidSect="00D302CC">
      <w:pgSz w:w="11907" w:h="16840" w:code="9"/>
      <w:pgMar w:top="1418" w:right="1134" w:bottom="1418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159"/>
    <w:rsid w:val="0003554F"/>
    <w:rsid w:val="00076699"/>
    <w:rsid w:val="0008281E"/>
    <w:rsid w:val="00084D37"/>
    <w:rsid w:val="000D7A0C"/>
    <w:rsid w:val="001021DA"/>
    <w:rsid w:val="001958DA"/>
    <w:rsid w:val="001B1121"/>
    <w:rsid w:val="001D2E9D"/>
    <w:rsid w:val="002643CD"/>
    <w:rsid w:val="0027197C"/>
    <w:rsid w:val="004023FD"/>
    <w:rsid w:val="00476E0C"/>
    <w:rsid w:val="004D2D62"/>
    <w:rsid w:val="004E5A1C"/>
    <w:rsid w:val="005134B1"/>
    <w:rsid w:val="00534ACD"/>
    <w:rsid w:val="00614C9A"/>
    <w:rsid w:val="00672D8D"/>
    <w:rsid w:val="00716EE6"/>
    <w:rsid w:val="00730747"/>
    <w:rsid w:val="007360F0"/>
    <w:rsid w:val="007445FE"/>
    <w:rsid w:val="007839D9"/>
    <w:rsid w:val="00785275"/>
    <w:rsid w:val="008165DC"/>
    <w:rsid w:val="00862B4B"/>
    <w:rsid w:val="00875E92"/>
    <w:rsid w:val="00962143"/>
    <w:rsid w:val="009811B8"/>
    <w:rsid w:val="009B2D3E"/>
    <w:rsid w:val="009F08FD"/>
    <w:rsid w:val="00A2058A"/>
    <w:rsid w:val="00A23159"/>
    <w:rsid w:val="00A23C51"/>
    <w:rsid w:val="00B16C8F"/>
    <w:rsid w:val="00B54D13"/>
    <w:rsid w:val="00B63B1B"/>
    <w:rsid w:val="00B80A7E"/>
    <w:rsid w:val="00B94F52"/>
    <w:rsid w:val="00C7683A"/>
    <w:rsid w:val="00D03701"/>
    <w:rsid w:val="00D302CC"/>
    <w:rsid w:val="00D34BF3"/>
    <w:rsid w:val="00DB1058"/>
    <w:rsid w:val="00DE7198"/>
    <w:rsid w:val="00E50FFD"/>
    <w:rsid w:val="00EB06E6"/>
    <w:rsid w:val="00F0029B"/>
    <w:rsid w:val="00F0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159"/>
    <w:rPr>
      <w:rFonts w:ascii="Times New Roman" w:eastAsia="MS Mincho" w:hAnsi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1</Pages>
  <Words>204</Words>
  <Characters>1168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ducanh</dc:creator>
  <cp:keywords/>
  <dc:description/>
  <cp:lastModifiedBy>anhvd</cp:lastModifiedBy>
  <cp:revision>10</cp:revision>
  <cp:lastPrinted>2015-08-10T09:09:00Z</cp:lastPrinted>
  <dcterms:created xsi:type="dcterms:W3CDTF">2015-04-20T06:30:00Z</dcterms:created>
  <dcterms:modified xsi:type="dcterms:W3CDTF">2015-08-21T08:22:00Z</dcterms:modified>
</cp:coreProperties>
</file>